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3C03C2F4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923ED3">
        <w:rPr>
          <w:rFonts w:cs="Arial"/>
          <w:color w:val="000000"/>
          <w:sz w:val="22"/>
        </w:rPr>
        <w:t>0</w:t>
      </w:r>
      <w:r w:rsidR="00A06A4B">
        <w:rPr>
          <w:rFonts w:cs="Arial"/>
          <w:color w:val="000000"/>
          <w:sz w:val="22"/>
        </w:rPr>
        <w:t>9</w:t>
      </w:r>
      <w:r w:rsidR="00923ED3">
        <w:rPr>
          <w:rFonts w:cs="Arial"/>
          <w:color w:val="000000"/>
          <w:sz w:val="22"/>
        </w:rPr>
        <w:t>.10</w:t>
      </w:r>
      <w:r w:rsidRPr="00316376">
        <w:rPr>
          <w:rFonts w:cs="Arial"/>
          <w:color w:val="000000"/>
          <w:sz w:val="22"/>
        </w:rPr>
        <w:t>.2025 nr JV-MAA-1/</w:t>
      </w:r>
      <w:r w:rsidR="00152340">
        <w:rPr>
          <w:rFonts w:cs="Arial"/>
          <w:color w:val="000000"/>
          <w:sz w:val="22"/>
        </w:rPr>
        <w:t>4</w:t>
      </w:r>
      <w:r w:rsidR="00A06A4B">
        <w:rPr>
          <w:rFonts w:cs="Arial"/>
          <w:color w:val="000000"/>
          <w:sz w:val="22"/>
        </w:rPr>
        <w:t>660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226" w:tblpY="1"/>
        <w:tblOverlap w:val="never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24"/>
      </w:tblGrid>
      <w:tr w:rsidR="000505BA" w:rsidRPr="000B2E35" w14:paraId="5CF7D843" w14:textId="77777777" w:rsidTr="00D037E1">
        <w:trPr>
          <w:trHeight w:val="417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D037E1">
        <w:trPr>
          <w:trHeight w:val="4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D037E1">
        <w:trPr>
          <w:trHeight w:val="272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D037E1">
        <w:trPr>
          <w:trHeight w:val="421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D037E1">
        <w:trPr>
          <w:trHeight w:val="6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D037E1">
        <w:trPr>
          <w:trHeight w:val="94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D037E1">
        <w:trPr>
          <w:trHeight w:val="93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D037E1">
        <w:trPr>
          <w:trHeight w:val="9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1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2264EF7E" w:rsidR="000505BA" w:rsidRPr="000B2E35" w:rsidRDefault="000505BA" w:rsidP="00D037E1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A06A4B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ümberehitus</w:t>
            </w:r>
          </w:p>
        </w:tc>
      </w:tr>
      <w:tr w:rsidR="000505BA" w:rsidRPr="000B2E35" w14:paraId="4433B2A0" w14:textId="77777777" w:rsidTr="00D037E1">
        <w:trPr>
          <w:trHeight w:val="155"/>
        </w:trPr>
        <w:tc>
          <w:tcPr>
            <w:tcW w:w="3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037E1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D037E1">
        <w:trPr>
          <w:trHeight w:val="580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2475DBF6" w:rsidR="000505BA" w:rsidRPr="000B2E35" w:rsidRDefault="00A06A4B" w:rsidP="00A06A4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06A4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TC0860 „Võrgu üm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b</w:t>
            </w:r>
            <w:r w:rsidRPr="00A06A4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erehitus Kuldi ja Mäe kinnistutel. Liigvalla küla, Väike-Maarja vald, Lääne-Viru maakond“</w:t>
            </w:r>
            <w:r w:rsidR="00461515" w:rsidRPr="0046151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57F3EC" w14:textId="795F52AD" w:rsidR="008A5A55" w:rsidRDefault="00A67711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A06A4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Joosep Palumägi</w:t>
            </w:r>
          </w:p>
          <w:p w14:paraId="293EFB39" w14:textId="2B1F3522" w:rsidR="000505BA" w:rsidRPr="000B2E35" w:rsidRDefault="00923ED3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 w:rsidR="0015234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79F45EB7" w:rsidR="000505BA" w:rsidRPr="000B2E35" w:rsidRDefault="00A06A4B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06A4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29.09.2025  nr 7.1-2/25/12328-3</w:t>
            </w:r>
          </w:p>
        </w:tc>
      </w:tr>
      <w:tr w:rsidR="000505BA" w:rsidRPr="000B2E35" w14:paraId="5C928269" w14:textId="77777777" w:rsidTr="00D037E1">
        <w:trPr>
          <w:trHeight w:val="312"/>
        </w:trPr>
        <w:tc>
          <w:tcPr>
            <w:tcW w:w="3227" w:type="dxa"/>
            <w:vMerge w:val="restart"/>
          </w:tcPr>
          <w:p w14:paraId="3EAE6C62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000000"/>
            </w:tcBorders>
            <w:hideMark/>
          </w:tcPr>
          <w:p w14:paraId="696A62D3" w14:textId="04F3E176" w:rsidR="00C473E5" w:rsidRDefault="000505BA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A06A4B" w:rsidRPr="00A06A4B">
              <w:rPr>
                <w:rFonts w:ascii="Times New Roman" w:hAnsi="Times New Roman"/>
                <w:b/>
                <w:lang w:val="et-EE"/>
              </w:rPr>
              <w:t xml:space="preserve">15124 </w:t>
            </w:r>
            <w:proofErr w:type="spellStart"/>
            <w:r w:rsidR="00A06A4B" w:rsidRPr="00A06A4B">
              <w:rPr>
                <w:rFonts w:ascii="Times New Roman" w:hAnsi="Times New Roman"/>
                <w:b/>
                <w:lang w:val="et-EE"/>
              </w:rPr>
              <w:t>Kapu</w:t>
            </w:r>
            <w:proofErr w:type="spellEnd"/>
            <w:r w:rsidR="00A06A4B" w:rsidRPr="00A06A4B">
              <w:rPr>
                <w:rFonts w:ascii="Times New Roman" w:hAnsi="Times New Roman"/>
                <w:b/>
                <w:lang w:val="et-EE"/>
              </w:rPr>
              <w:t xml:space="preserve"> – Rakke – Paasvere tee</w:t>
            </w:r>
          </w:p>
          <w:p w14:paraId="60513F7F" w14:textId="315E1A49" w:rsidR="000505BA" w:rsidRPr="008F0BAD" w:rsidRDefault="000505BA" w:rsidP="00D037E1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037E1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D037E1">
        <w:trPr>
          <w:trHeight w:val="415"/>
        </w:trPr>
        <w:tc>
          <w:tcPr>
            <w:tcW w:w="3227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5F449F7A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A06A4B">
              <w:rPr>
                <w:rFonts w:ascii="Times New Roman" w:hAnsi="Times New Roman"/>
                <w:bCs/>
                <w:lang w:val="et-EE"/>
              </w:rPr>
              <w:t>66001:001:0810</w:t>
            </w:r>
          </w:p>
          <w:p w14:paraId="17B972FB" w14:textId="424C3E3B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A06A4B">
              <w:rPr>
                <w:rFonts w:ascii="Times New Roman" w:hAnsi="Times New Roman"/>
                <w:bCs/>
                <w:lang w:val="et-EE"/>
              </w:rPr>
              <w:t>4469350</w:t>
            </w:r>
          </w:p>
          <w:p w14:paraId="621A3798" w14:textId="5A09CF80" w:rsidR="003D28C5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A06A4B" w:rsidRPr="00A06A4B">
              <w:rPr>
                <w:rFonts w:ascii="Times New Roman" w:hAnsi="Times New Roman"/>
                <w:bCs/>
                <w:lang w:val="et-EE"/>
              </w:rPr>
              <w:t xml:space="preserve">15124 </w:t>
            </w:r>
            <w:proofErr w:type="spellStart"/>
            <w:r w:rsidR="00A06A4B" w:rsidRPr="00A06A4B">
              <w:rPr>
                <w:rFonts w:ascii="Times New Roman" w:hAnsi="Times New Roman"/>
                <w:bCs/>
                <w:lang w:val="et-EE"/>
              </w:rPr>
              <w:t>Kapu</w:t>
            </w:r>
            <w:proofErr w:type="spellEnd"/>
            <w:r w:rsidR="00A06A4B" w:rsidRPr="00A06A4B">
              <w:rPr>
                <w:rFonts w:ascii="Times New Roman" w:hAnsi="Times New Roman"/>
                <w:bCs/>
                <w:lang w:val="et-EE"/>
              </w:rPr>
              <w:t xml:space="preserve"> – Rakke – Paasvere tee</w:t>
            </w:r>
          </w:p>
          <w:p w14:paraId="0DA14518" w14:textId="790EA3C8" w:rsid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Riigi kinnisvara objekti kood: 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>KV</w:t>
            </w:r>
            <w:r w:rsidR="00A06A4B">
              <w:rPr>
                <w:rFonts w:ascii="Times New Roman" w:hAnsi="Times New Roman"/>
                <w:bCs/>
                <w:lang w:val="et-EE"/>
              </w:rPr>
              <w:t>65556</w:t>
            </w:r>
          </w:p>
          <w:p w14:paraId="7EE45F5D" w14:textId="639A5366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152340"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5E3DADD3" w14:textId="1A552879" w:rsidR="003D28C5" w:rsidRDefault="00B72E9F" w:rsidP="003D28C5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Ruumikuju andmed: </w:t>
            </w:r>
            <w:r w:rsidR="003D28C5">
              <w:rPr>
                <w:rFonts w:ascii="Times New Roman" w:hAnsi="Times New Roman"/>
                <w:bCs/>
                <w:lang w:val="et-EE"/>
              </w:rPr>
              <w:t xml:space="preserve">POS 1 ruumikuju </w:t>
            </w:r>
            <w:r w:rsidR="00A06A4B">
              <w:rPr>
                <w:rFonts w:ascii="Times New Roman" w:hAnsi="Times New Roman"/>
                <w:bCs/>
                <w:lang w:val="et-EE"/>
              </w:rPr>
              <w:t>989644</w:t>
            </w:r>
          </w:p>
          <w:p w14:paraId="1EDDACD9" w14:textId="37749397" w:rsidR="00152340" w:rsidRPr="000B2E35" w:rsidRDefault="00A06A4B" w:rsidP="00A06A4B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131974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https://pari.kataster.ee/magic-link/0b95268a-0645-4414-8205-a94489f9ec61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2"/>
        <w:gridCol w:w="6082"/>
      </w:tblGrid>
      <w:tr w:rsidR="00963490" w:rsidRPr="00963490" w14:paraId="6EF6D705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041D53FB" w14:textId="5D700EA2" w:rsidR="007127AD" w:rsidRPr="007127AD" w:rsidRDefault="00450D04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aaõiguse vanemspetsialist</w:t>
      </w:r>
    </w:p>
    <w:p w14:paraId="6BDF560C" w14:textId="5D7D8F75" w:rsidR="000505BA" w:rsidRDefault="007127AD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6386D" w14:textId="77777777" w:rsidR="00145098" w:rsidRDefault="00145098">
      <w:r>
        <w:separator/>
      </w:r>
    </w:p>
  </w:endnote>
  <w:endnote w:type="continuationSeparator" w:id="0">
    <w:p w14:paraId="0ED9C467" w14:textId="77777777" w:rsidR="00145098" w:rsidRDefault="00145098">
      <w:r>
        <w:continuationSeparator/>
      </w:r>
    </w:p>
  </w:endnote>
  <w:endnote w:type="continuationNotice" w:id="1">
    <w:p w14:paraId="4ACF4720" w14:textId="77777777" w:rsidR="00145098" w:rsidRDefault="001450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72F1B" w14:textId="77777777" w:rsidR="00145098" w:rsidRDefault="00145098">
      <w:r>
        <w:separator/>
      </w:r>
    </w:p>
  </w:footnote>
  <w:footnote w:type="continuationSeparator" w:id="0">
    <w:p w14:paraId="3833BB61" w14:textId="77777777" w:rsidR="00145098" w:rsidRDefault="00145098">
      <w:r>
        <w:continuationSeparator/>
      </w:r>
    </w:p>
  </w:footnote>
  <w:footnote w:type="continuationNotice" w:id="1">
    <w:p w14:paraId="5B841962" w14:textId="77777777" w:rsidR="00145098" w:rsidRDefault="001450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1675"/>
    <w:rsid w:val="00046344"/>
    <w:rsid w:val="000505BA"/>
    <w:rsid w:val="00077A84"/>
    <w:rsid w:val="00091F39"/>
    <w:rsid w:val="000B417F"/>
    <w:rsid w:val="000B4850"/>
    <w:rsid w:val="000B57BA"/>
    <w:rsid w:val="000F3E27"/>
    <w:rsid w:val="00103444"/>
    <w:rsid w:val="00111A7D"/>
    <w:rsid w:val="00121CC4"/>
    <w:rsid w:val="0013797F"/>
    <w:rsid w:val="00145098"/>
    <w:rsid w:val="00146F8F"/>
    <w:rsid w:val="00152340"/>
    <w:rsid w:val="00162108"/>
    <w:rsid w:val="00164D5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1A00"/>
    <w:rsid w:val="00215382"/>
    <w:rsid w:val="00224FB1"/>
    <w:rsid w:val="00225172"/>
    <w:rsid w:val="00227EE8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3952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2EA9"/>
    <w:rsid w:val="003551E2"/>
    <w:rsid w:val="00357C22"/>
    <w:rsid w:val="00364590"/>
    <w:rsid w:val="00365F2B"/>
    <w:rsid w:val="00381AE8"/>
    <w:rsid w:val="00382D66"/>
    <w:rsid w:val="003A0ECE"/>
    <w:rsid w:val="003B5885"/>
    <w:rsid w:val="003B6F35"/>
    <w:rsid w:val="003D28C5"/>
    <w:rsid w:val="003D782C"/>
    <w:rsid w:val="003E2D1A"/>
    <w:rsid w:val="003F5996"/>
    <w:rsid w:val="00402D9D"/>
    <w:rsid w:val="004170C1"/>
    <w:rsid w:val="00430FA1"/>
    <w:rsid w:val="00450D04"/>
    <w:rsid w:val="00461515"/>
    <w:rsid w:val="00470107"/>
    <w:rsid w:val="004770EE"/>
    <w:rsid w:val="00491AD7"/>
    <w:rsid w:val="0049396A"/>
    <w:rsid w:val="004D1D70"/>
    <w:rsid w:val="004E5DD5"/>
    <w:rsid w:val="0050379B"/>
    <w:rsid w:val="00532D2F"/>
    <w:rsid w:val="005525F7"/>
    <w:rsid w:val="00560B29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5E3CE1"/>
    <w:rsid w:val="00605B27"/>
    <w:rsid w:val="00615EB0"/>
    <w:rsid w:val="00623DF9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91B39"/>
    <w:rsid w:val="006A27A9"/>
    <w:rsid w:val="006B1DBC"/>
    <w:rsid w:val="006B28B7"/>
    <w:rsid w:val="006B5553"/>
    <w:rsid w:val="006B79A8"/>
    <w:rsid w:val="006C1103"/>
    <w:rsid w:val="006C2F2C"/>
    <w:rsid w:val="006E063D"/>
    <w:rsid w:val="006E49AA"/>
    <w:rsid w:val="006F595A"/>
    <w:rsid w:val="00704301"/>
    <w:rsid w:val="0070500B"/>
    <w:rsid w:val="007127AD"/>
    <w:rsid w:val="00750008"/>
    <w:rsid w:val="00755DE3"/>
    <w:rsid w:val="00765D62"/>
    <w:rsid w:val="0077377F"/>
    <w:rsid w:val="00780FCA"/>
    <w:rsid w:val="007816BC"/>
    <w:rsid w:val="00782839"/>
    <w:rsid w:val="00784945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5640C"/>
    <w:rsid w:val="00860269"/>
    <w:rsid w:val="0086205E"/>
    <w:rsid w:val="008753E8"/>
    <w:rsid w:val="008759E3"/>
    <w:rsid w:val="00886F46"/>
    <w:rsid w:val="00896568"/>
    <w:rsid w:val="008A5A55"/>
    <w:rsid w:val="008B0407"/>
    <w:rsid w:val="008C4DA3"/>
    <w:rsid w:val="008C5B01"/>
    <w:rsid w:val="008D2D2A"/>
    <w:rsid w:val="008D3667"/>
    <w:rsid w:val="008D74B5"/>
    <w:rsid w:val="008F153F"/>
    <w:rsid w:val="008F279F"/>
    <w:rsid w:val="008F2A05"/>
    <w:rsid w:val="008F47F1"/>
    <w:rsid w:val="00901D9F"/>
    <w:rsid w:val="0091258F"/>
    <w:rsid w:val="00912BDF"/>
    <w:rsid w:val="00923ED3"/>
    <w:rsid w:val="009303BE"/>
    <w:rsid w:val="00930BE5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06A4B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852F1"/>
    <w:rsid w:val="00AA344D"/>
    <w:rsid w:val="00AE1639"/>
    <w:rsid w:val="00AE6B50"/>
    <w:rsid w:val="00AE7ACB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D5808"/>
    <w:rsid w:val="00BD7439"/>
    <w:rsid w:val="00BF0E4C"/>
    <w:rsid w:val="00BF4038"/>
    <w:rsid w:val="00C0020C"/>
    <w:rsid w:val="00C12E95"/>
    <w:rsid w:val="00C14ACD"/>
    <w:rsid w:val="00C34030"/>
    <w:rsid w:val="00C3645D"/>
    <w:rsid w:val="00C473E5"/>
    <w:rsid w:val="00C526F5"/>
    <w:rsid w:val="00C53640"/>
    <w:rsid w:val="00C712AC"/>
    <w:rsid w:val="00C86912"/>
    <w:rsid w:val="00C86C12"/>
    <w:rsid w:val="00C86E8D"/>
    <w:rsid w:val="00C91854"/>
    <w:rsid w:val="00C95ABD"/>
    <w:rsid w:val="00C966E8"/>
    <w:rsid w:val="00CA45BC"/>
    <w:rsid w:val="00CA4C43"/>
    <w:rsid w:val="00CB0FEA"/>
    <w:rsid w:val="00CB31D7"/>
    <w:rsid w:val="00CE4916"/>
    <w:rsid w:val="00CE5616"/>
    <w:rsid w:val="00CE6E1D"/>
    <w:rsid w:val="00CF2630"/>
    <w:rsid w:val="00CF5F86"/>
    <w:rsid w:val="00D00B63"/>
    <w:rsid w:val="00D0223D"/>
    <w:rsid w:val="00D037E1"/>
    <w:rsid w:val="00D100C4"/>
    <w:rsid w:val="00D14728"/>
    <w:rsid w:val="00D25D80"/>
    <w:rsid w:val="00D30B1A"/>
    <w:rsid w:val="00D343E0"/>
    <w:rsid w:val="00D35A45"/>
    <w:rsid w:val="00D4458D"/>
    <w:rsid w:val="00D77FE1"/>
    <w:rsid w:val="00D8006E"/>
    <w:rsid w:val="00D879EE"/>
    <w:rsid w:val="00D902BD"/>
    <w:rsid w:val="00DB14F4"/>
    <w:rsid w:val="00DB17D9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716D7"/>
    <w:rsid w:val="00E9115C"/>
    <w:rsid w:val="00EB5167"/>
    <w:rsid w:val="00EB79F8"/>
    <w:rsid w:val="00EB7E1A"/>
    <w:rsid w:val="00EC15EB"/>
    <w:rsid w:val="00EC6F44"/>
    <w:rsid w:val="00ED0222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0b95268a-0645-4414-8205-a94489f9ec61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7</TotalTime>
  <Pages>2</Pages>
  <Words>268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2025-10-09T07:20:00Z</dcterms:created>
  <dcterms:modified xsi:type="dcterms:W3CDTF">2025-10-09T07:20:00Z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